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5DE28026" w:rsidR="00445970" w:rsidRPr="00EA4832" w:rsidRDefault="0087504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445970">
        <w:rPr>
          <w:rFonts w:ascii="Corbel" w:hAnsi="Corbel"/>
          <w:sz w:val="20"/>
          <w:szCs w:val="20"/>
        </w:rPr>
        <w:t xml:space="preserve">  </w:t>
      </w:r>
      <w:r w:rsidR="00D44C78">
        <w:rPr>
          <w:rFonts w:ascii="Corbel" w:hAnsi="Corbel"/>
          <w:sz w:val="20"/>
          <w:szCs w:val="20"/>
        </w:rPr>
        <w:t>2019/2020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6451215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0B05A13B" w:rsidR="0085747A" w:rsidRPr="009C54AE" w:rsidRDefault="00C91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5A8DBFD8" w:rsidR="0085747A" w:rsidRPr="009C54AE" w:rsidRDefault="00C91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86FB6EB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A8CBE74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57128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2F318A3" w:rsidR="0085747A" w:rsidRPr="009C54AE" w:rsidRDefault="0087667D" w:rsidP="00571285">
            <w:pPr>
              <w:pStyle w:val="Odpowiedzi"/>
              <w:numPr>
                <w:ilvl w:val="0"/>
                <w:numId w:val="14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F89785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51A157F1" w:rsidR="0085747A" w:rsidRPr="009C54AE" w:rsidRDefault="00AF25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Motyka</w:t>
            </w: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102BD111" w:rsidR="00015B8F" w:rsidRPr="009C54AE" w:rsidRDefault="00B17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71ABF" w14:textId="77777777" w:rsidR="00923D7D" w:rsidRPr="009C54AE" w:rsidRDefault="00923D7D" w:rsidP="003905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DC57481" w:rsidR="0085747A" w:rsidRPr="00CE1005" w:rsidRDefault="00571285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B865D" w14:textId="555B1E73" w:rsidR="009C54AE" w:rsidRPr="0087504C" w:rsidRDefault="00E22FBC" w:rsidP="008750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B376834" w14:textId="77777777" w:rsidR="0039051F" w:rsidRPr="009C54AE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7230C6C3" w:rsidR="0085747A" w:rsidRPr="009C54AE" w:rsidRDefault="00DA2421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30E2DF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7C4227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CF8BEA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466FBCA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 xml:space="preserve">Zapoznanie z budową anatomiczną i działaniem narządu głosu, jego higieny podczas </w:t>
            </w:r>
            <w:r w:rsidR="00511206">
              <w:rPr>
                <w:rFonts w:ascii="Corbel" w:hAnsi="Corbel" w:cstheme="minorHAnsi"/>
                <w:b w:val="0"/>
                <w:sz w:val="24"/>
                <w:szCs w:val="24"/>
              </w:rPr>
              <w:t xml:space="preserve">śpiewania i </w:t>
            </w: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A348DD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92A4985" w:rsidR="00F3370B" w:rsidRPr="007C235F" w:rsidRDefault="003A2BAA" w:rsidP="003E14A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0D46A3A2" w:rsidR="00F3370B" w:rsidRPr="00E52517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F3370B" w:rsidRPr="009C54AE" w14:paraId="2FD343A7" w14:textId="77777777" w:rsidTr="00A348DD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9C74121" w:rsidR="00F3370B" w:rsidRPr="007C235F" w:rsidRDefault="003A2BAA" w:rsidP="00F94B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</w:t>
            </w:r>
            <w:r w:rsidR="00F73FD4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posługuje się poprawną polszczyzną podczas mówi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nia.</w:t>
            </w:r>
          </w:p>
        </w:tc>
        <w:tc>
          <w:tcPr>
            <w:tcW w:w="1865" w:type="dxa"/>
            <w:vAlign w:val="center"/>
          </w:tcPr>
          <w:p w14:paraId="7FEDE515" w14:textId="77777777" w:rsidR="00F94BFA" w:rsidRDefault="00F94BFA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7799298" w14:textId="77777777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19697A29" w:rsidR="00F3370B" w:rsidRPr="007C235F" w:rsidRDefault="00F3370B" w:rsidP="00A348D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3370B" w:rsidRPr="009C54AE" w14:paraId="4F246620" w14:textId="77777777" w:rsidTr="00A348DD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2D7D42D9" w:rsidR="00F3370B" w:rsidRPr="00F3370B" w:rsidRDefault="003A2BAA" w:rsidP="003A2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1CA43D4" w14:textId="77777777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  <w:p w14:paraId="3ED6BD2E" w14:textId="52046294" w:rsidR="0087667D" w:rsidRPr="00E52517" w:rsidRDefault="009C7DA3" w:rsidP="00A34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D2ABC" w14:textId="77777777" w:rsidR="0087504C" w:rsidRPr="009C54AE" w:rsidRDefault="008750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4ABDEBD5" w:rsidR="00675843" w:rsidRPr="0087504C" w:rsidRDefault="0085747A" w:rsidP="008750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A00257D" w:rsidR="0085747A" w:rsidRPr="009C54AE" w:rsidRDefault="00E5251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079377CC" w14:textId="77777777" w:rsidR="0039051F" w:rsidRDefault="0039051F" w:rsidP="0039051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74FAA6AC" w:rsidR="0085747A" w:rsidRPr="0087504C" w:rsidRDefault="0085747A" w:rsidP="008750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09A0D4C3" w:rsidR="009A23C8" w:rsidRPr="007C235F" w:rsidRDefault="00BE628C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BE628C">
              <w:rPr>
                <w:rFonts w:ascii="Corbel" w:hAnsi="Corbel"/>
                <w:sz w:val="24"/>
                <w:szCs w:val="24"/>
              </w:rPr>
              <w:t>e</w:t>
            </w:r>
            <w:r w:rsidRPr="00BE628C">
              <w:rPr>
                <w:rFonts w:ascii="Corbel" w:hAnsi="Corbel"/>
                <w:sz w:val="24"/>
                <w:szCs w:val="24"/>
              </w:rPr>
              <w:t>chowego – fizjologia i anatomia głosu</w:t>
            </w:r>
            <w:r w:rsidR="002137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A0EE975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C096887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FFBBC10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3FD4" w:rsidRPr="009C54AE" w14:paraId="77CB6CDB" w14:textId="77777777" w:rsidTr="009A23C8">
        <w:tc>
          <w:tcPr>
            <w:tcW w:w="9520" w:type="dxa"/>
          </w:tcPr>
          <w:p w14:paraId="3BA2764F" w14:textId="77777777" w:rsidR="00F73FD4" w:rsidRPr="00F73FD4" w:rsidRDefault="00F73FD4" w:rsidP="00F73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62A18073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68C9AE1E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1C2995C9" w14:textId="77777777" w:rsid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7AB7C9F3" w14:textId="0263EE2E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2421" w:rsidRPr="009C54AE" w14:paraId="0079EEEF" w14:textId="77777777" w:rsidTr="00DC49AA">
        <w:tc>
          <w:tcPr>
            <w:tcW w:w="1962" w:type="dxa"/>
          </w:tcPr>
          <w:p w14:paraId="0D6639CA" w14:textId="0E6A8B74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6839C6F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6B133481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08CCAAC0" w14:textId="77777777" w:rsidTr="00DC49AA">
        <w:tc>
          <w:tcPr>
            <w:tcW w:w="1962" w:type="dxa"/>
          </w:tcPr>
          <w:p w14:paraId="60CFE565" w14:textId="1CCF338E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53AAF2C2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5AD2292E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6CB17010" w14:textId="77777777" w:rsidTr="00DC49AA">
        <w:tc>
          <w:tcPr>
            <w:tcW w:w="1962" w:type="dxa"/>
          </w:tcPr>
          <w:p w14:paraId="5851FE68" w14:textId="53F985CF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A11E700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4B82AE57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60AEC0" w:rsidR="0085747A" w:rsidRPr="00AD76AE" w:rsidRDefault="00F73FD4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jej na forum grupy ćwiczeniowej, a także zaśpiewanie wybranej piosenki z repertuaru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91883A8" w:rsidR="0085747A" w:rsidRPr="009C54AE" w:rsidRDefault="00606A68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24FFC82F" w:rsidR="00DC49AA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321FFC41" w14:textId="46885995" w:rsidR="00DC49AA" w:rsidRPr="009C54AE" w:rsidRDefault="00AF259B" w:rsidP="00AF25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5E467217" w:rsidR="0085747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A4046FE" w14:textId="77777777" w:rsidR="0087504C" w:rsidRDefault="008750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FBF9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09A066F8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99AF109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781DE844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E647E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6056C441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7BB3C8D4" w:rsidR="007328D8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F73FD4">
              <w:rPr>
                <w:rFonts w:ascii="Corbel" w:hAnsi="Corbel"/>
                <w:sz w:val="24"/>
                <w:szCs w:val="24"/>
              </w:rPr>
              <w:t>Wydawnictwo Szko</w:t>
            </w:r>
            <w:r w:rsidRPr="00F73FD4">
              <w:rPr>
                <w:rFonts w:ascii="Corbel" w:hAnsi="Corbel"/>
                <w:sz w:val="24"/>
                <w:szCs w:val="24"/>
              </w:rPr>
              <w:t>l</w:t>
            </w:r>
            <w:r w:rsidRPr="00F73FD4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2A1113" w14:textId="77777777" w:rsidR="007328D8" w:rsidRDefault="00F73FD4" w:rsidP="00F73F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55E3B18" w:rsidR="00F73FD4" w:rsidRPr="00F73FD4" w:rsidRDefault="00F73FD4" w:rsidP="00F73FD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</w:t>
            </w:r>
            <w:r w:rsidRPr="004E0F39">
              <w:rPr>
                <w:rFonts w:ascii="Corbel" w:hAnsi="Corbel"/>
                <w:sz w:val="24"/>
                <w:szCs w:val="24"/>
              </w:rPr>
              <w:t>c</w:t>
            </w:r>
            <w:r w:rsidRPr="004E0F39">
              <w:rPr>
                <w:rFonts w:ascii="Corbel" w:hAnsi="Corbel"/>
                <w:sz w:val="24"/>
                <w:szCs w:val="24"/>
              </w:rPr>
              <w:t>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CC4ED" w14:textId="77777777" w:rsidR="00DB6D00" w:rsidRDefault="00DB6D00" w:rsidP="00C16ABF">
      <w:pPr>
        <w:spacing w:after="0" w:line="240" w:lineRule="auto"/>
      </w:pPr>
      <w:r>
        <w:separator/>
      </w:r>
    </w:p>
  </w:endnote>
  <w:endnote w:type="continuationSeparator" w:id="0">
    <w:p w14:paraId="41782D53" w14:textId="77777777" w:rsidR="00DB6D00" w:rsidRDefault="00DB6D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9A8CF" w14:textId="77777777" w:rsidR="00DB6D00" w:rsidRDefault="00DB6D00" w:rsidP="00C16ABF">
      <w:pPr>
        <w:spacing w:after="0" w:line="240" w:lineRule="auto"/>
      </w:pPr>
      <w:r>
        <w:separator/>
      </w:r>
    </w:p>
  </w:footnote>
  <w:footnote w:type="continuationSeparator" w:id="0">
    <w:p w14:paraId="338E0BC1" w14:textId="77777777" w:rsidR="00DB6D00" w:rsidRDefault="00DB6D00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0416E3"/>
    <w:multiLevelType w:val="hybridMultilevel"/>
    <w:tmpl w:val="F432D270"/>
    <w:lvl w:ilvl="0" w:tplc="B792E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1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AF0"/>
    <w:rsid w:val="00084C12"/>
    <w:rsid w:val="0009462C"/>
    <w:rsid w:val="00094B12"/>
    <w:rsid w:val="00096C46"/>
    <w:rsid w:val="000A296F"/>
    <w:rsid w:val="000A2A28"/>
    <w:rsid w:val="000A43B0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EF1"/>
    <w:rsid w:val="001D657B"/>
    <w:rsid w:val="001D7B54"/>
    <w:rsid w:val="001E0209"/>
    <w:rsid w:val="001E41B5"/>
    <w:rsid w:val="001F2CA2"/>
    <w:rsid w:val="002137A4"/>
    <w:rsid w:val="002144C0"/>
    <w:rsid w:val="0022477D"/>
    <w:rsid w:val="002278A9"/>
    <w:rsid w:val="002336F9"/>
    <w:rsid w:val="0024028F"/>
    <w:rsid w:val="00244ABC"/>
    <w:rsid w:val="002566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51F"/>
    <w:rsid w:val="003A0A5B"/>
    <w:rsid w:val="003A1176"/>
    <w:rsid w:val="003A2BAA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1206"/>
    <w:rsid w:val="00513B6F"/>
    <w:rsid w:val="00517C63"/>
    <w:rsid w:val="00526C94"/>
    <w:rsid w:val="005363C4"/>
    <w:rsid w:val="00536BDE"/>
    <w:rsid w:val="00543ACC"/>
    <w:rsid w:val="00565737"/>
    <w:rsid w:val="0056696D"/>
    <w:rsid w:val="00571285"/>
    <w:rsid w:val="00573EF9"/>
    <w:rsid w:val="00591E60"/>
    <w:rsid w:val="0059484D"/>
    <w:rsid w:val="005A0855"/>
    <w:rsid w:val="005A3196"/>
    <w:rsid w:val="005C080F"/>
    <w:rsid w:val="005C55E5"/>
    <w:rsid w:val="005C696A"/>
    <w:rsid w:val="005E6E85"/>
    <w:rsid w:val="005F31D2"/>
    <w:rsid w:val="00606A68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278D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1A56"/>
    <w:rsid w:val="008449B3"/>
    <w:rsid w:val="0085052D"/>
    <w:rsid w:val="0085747A"/>
    <w:rsid w:val="008642FE"/>
    <w:rsid w:val="0087504C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C7DA3"/>
    <w:rsid w:val="009E3B41"/>
    <w:rsid w:val="009F3C5C"/>
    <w:rsid w:val="009F4610"/>
    <w:rsid w:val="00A00ECC"/>
    <w:rsid w:val="00A03472"/>
    <w:rsid w:val="00A155EE"/>
    <w:rsid w:val="00A2245B"/>
    <w:rsid w:val="00A30110"/>
    <w:rsid w:val="00A348D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1E9F"/>
    <w:rsid w:val="00AE203C"/>
    <w:rsid w:val="00AE234A"/>
    <w:rsid w:val="00AE2E74"/>
    <w:rsid w:val="00AE5FCB"/>
    <w:rsid w:val="00AF259B"/>
    <w:rsid w:val="00AF2C1E"/>
    <w:rsid w:val="00B06142"/>
    <w:rsid w:val="00B135B1"/>
    <w:rsid w:val="00B177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28C"/>
    <w:rsid w:val="00BF2C41"/>
    <w:rsid w:val="00C058B4"/>
    <w:rsid w:val="00C05F44"/>
    <w:rsid w:val="00C0657F"/>
    <w:rsid w:val="00C131B5"/>
    <w:rsid w:val="00C14F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1631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A2421"/>
    <w:rsid w:val="00DB6D00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517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73FD4"/>
    <w:rsid w:val="00F83B28"/>
    <w:rsid w:val="00F94BF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5E110-0096-42B3-AABE-547DD7409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161</TotalTime>
  <Pages>1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2019-10-16T16:23:00Z</dcterms:created>
  <dcterms:modified xsi:type="dcterms:W3CDTF">2021-01-22T08:48:00Z</dcterms:modified>
</cp:coreProperties>
</file>